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7713FE92" w:rsidRDefault="0071620A" w14:paraId="68243816" wp14:textId="1032AC2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4FBBA4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4FBBA4D" w:rsidR="00D83BBE">
        <w:rPr>
          <w:rFonts w:ascii="Corbel" w:hAnsi="Corbel"/>
          <w:b w:val="1"/>
          <w:bCs w:val="1"/>
          <w:smallCaps w:val="1"/>
          <w:sz w:val="24"/>
          <w:szCs w:val="24"/>
        </w:rPr>
        <w:t xml:space="preserve"> 2021-2024</w:t>
      </w:r>
    </w:p>
    <w:p xmlns:wp14="http://schemas.microsoft.com/office/word/2010/wordml" w:rsidR="0085747A" w:rsidP="00EA4832" w:rsidRDefault="00EA4832" w14:paraId="1FEE1282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D83BB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D83BBE" w:rsidP="00EA4832" w:rsidRDefault="00D83BBE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83BBE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D83BBE">
        <w:rPr>
          <w:rFonts w:ascii="Corbel" w:hAnsi="Corbel"/>
          <w:sz w:val="20"/>
          <w:szCs w:val="20"/>
        </w:rPr>
        <w:t>2023/2024</w:t>
      </w:r>
      <w:bookmarkStart w:name="_GoBack" w:id="0"/>
      <w:bookmarkEnd w:id="0"/>
    </w:p>
    <w:p xmlns:wp14="http://schemas.microsoft.com/office/word/2010/wordml" w:rsidRPr="009C54AE" w:rsidR="0085747A" w:rsidP="009C54AE" w:rsidRDefault="008574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765878A7" w14:paraId="4937C28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3C1BFC7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592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="00D83BBE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 xml:space="preserve"> Ratownictwa Rzeczypospolitej Polskiej </w:t>
            </w:r>
          </w:p>
        </w:tc>
      </w:tr>
      <w:tr xmlns:wp14="http://schemas.microsoft.com/office/word/2010/wordml" w:rsidRPr="009C54AE" w:rsidR="0085747A" w:rsidTr="765878A7" w14:paraId="1DE40A4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648EC7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xmlns:wp14="http://schemas.microsoft.com/office/word/2010/wordml" w:rsidRPr="009C54AE" w:rsidR="0085747A" w:rsidTr="765878A7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65878A7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65878A7" w14:paraId="08E2BE5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85747A" w:rsidTr="765878A7" w14:paraId="11529C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9C54AE" w:rsidR="0085747A" w:rsidTr="765878A7" w14:paraId="77AD84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85747A" w:rsidTr="765878A7" w14:paraId="5C70B2E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65878A7" w:rsidRDefault="0057592C" w14:paraId="56B68402" wp14:textId="1B776D8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5878A7" w:rsidR="765878A7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85747A" w:rsidTr="765878A7" w14:paraId="100796F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2EDB39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xmlns:wp14="http://schemas.microsoft.com/office/word/2010/wordml" w:rsidRPr="009C54AE" w:rsidR="0085747A" w:rsidTr="765878A7" w14:paraId="349995B4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4C99D58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xmlns:wp14="http://schemas.microsoft.com/office/word/2010/wordml" w:rsidRPr="009C54AE" w:rsidR="00923D7D" w:rsidTr="765878A7" w14:paraId="26EB6C12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7592C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765878A7" w14:paraId="725D29C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0E367C" w:rsidRDefault="0057592C" w14:paraId="58BF7E8C" wp14:textId="7098022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0E367C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dr hab. Krzysztof Żarna</w:t>
            </w:r>
          </w:p>
        </w:tc>
      </w:tr>
      <w:tr xmlns:wp14="http://schemas.microsoft.com/office/word/2010/wordml" w:rsidRPr="009C54AE" w:rsidR="0085747A" w:rsidTr="765878A7" w14:paraId="68B780D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0E367C" w:rsidRDefault="0057592C" w14:paraId="524B017F" wp14:textId="6334D36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0E367C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mgr Tomasz Baran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765878A7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765878A7" w14:paraId="377FDF73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71586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72748" w14:paraId="33CFEC6B" wp14:textId="175639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65878A7" w:rsidR="00B72748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7158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44EAFD9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471586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872E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660E367C" w14:paraId="3BA0ECD5" wp14:textId="77777777">
        <w:tc>
          <w:tcPr>
            <w:tcW w:w="9670" w:type="dxa"/>
            <w:tcMar/>
          </w:tcPr>
          <w:p w:rsidRPr="009C54AE" w:rsidR="0085747A" w:rsidP="660E367C" w:rsidRDefault="00471586" w14:paraId="5C24DDDB" wp14:textId="1198FBA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60E367C" w:rsidR="004715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 wiedza na temat działania służb ratowniczych w Polsce i systemów bezpieczeństwa państwa.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D4442" w:rsidP="009C54AE" w:rsidRDefault="006D4442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471586" w:rsidTr="00471586" w14:paraId="72FA5DF9" wp14:textId="77777777">
        <w:tc>
          <w:tcPr>
            <w:tcW w:w="851" w:type="dxa"/>
            <w:vAlign w:val="center"/>
          </w:tcPr>
          <w:p w:rsidRPr="009C54AE" w:rsidR="00471586" w:rsidP="00471586" w:rsidRDefault="0047158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D4442" w:rsidR="00471586" w:rsidP="006D4442" w:rsidRDefault="00471586" w14:paraId="0A23E25A" wp14:textId="77777777">
            <w:pPr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:rsidRPr="006D4442" w:rsidR="00471586" w:rsidP="006D4442" w:rsidRDefault="00471586" w14:paraId="4B99056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xmlns:wp14="http://schemas.microsoft.com/office/word/2010/wordml" w:rsidRPr="009C54AE" w:rsidR="00471586" w:rsidTr="00471586" w14:paraId="3F5FE71B" wp14:textId="77777777">
        <w:tc>
          <w:tcPr>
            <w:tcW w:w="851" w:type="dxa"/>
            <w:vAlign w:val="center"/>
          </w:tcPr>
          <w:p w:rsidRPr="009C54AE" w:rsidR="00471586" w:rsidP="00471586" w:rsidRDefault="0047158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4598402B" wp14:textId="77777777">
              <w:trPr>
                <w:trHeight w:val="527"/>
              </w:trPr>
              <w:tc>
                <w:tcPr>
                  <w:tcW w:w="0" w:type="auto"/>
                </w:tcPr>
                <w:p w:rsidRPr="006D4442" w:rsidR="00471586" w:rsidP="006D4442" w:rsidRDefault="00471586" w14:paraId="429FAD2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:rsidRPr="006D4442" w:rsidR="00471586" w:rsidP="006D4442" w:rsidRDefault="00471586" w14:paraId="1299C43A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4DDBEF00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9C54AE" w:rsidR="00471586" w:rsidTr="00471586" w14:paraId="6A395EF6" wp14:textId="77777777">
        <w:tc>
          <w:tcPr>
            <w:tcW w:w="851" w:type="dxa"/>
            <w:vAlign w:val="center"/>
          </w:tcPr>
          <w:p w:rsidRPr="009C54AE" w:rsidR="00471586" w:rsidP="00471586" w:rsidRDefault="0047158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52DCA8BE" wp14:textId="77777777">
              <w:trPr>
                <w:trHeight w:val="227"/>
              </w:trPr>
              <w:tc>
                <w:tcPr>
                  <w:tcW w:w="0" w:type="auto"/>
                </w:tcPr>
                <w:p w:rsidRPr="006D4442" w:rsidR="00471586" w:rsidP="006D4442" w:rsidRDefault="00471586" w14:paraId="33A586BC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:rsidRPr="006D4442" w:rsidR="00471586" w:rsidP="006D4442" w:rsidRDefault="00471586" w14:paraId="3461D77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3CF2D8B6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FC3994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6D4442" w:rsidR="0085747A" w:rsidP="006D4442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D444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71586" w:rsidTr="005E6E85" w14:paraId="325AC192" wp14:textId="77777777">
        <w:tc>
          <w:tcPr>
            <w:tcW w:w="1701" w:type="dxa"/>
          </w:tcPr>
          <w:p w:rsidRPr="009C54AE" w:rsidR="00471586" w:rsidP="00471586" w:rsidRDefault="0047158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6D4442" w:rsidR="00471586" w:rsidP="006D4442" w:rsidRDefault="00471586" w14:paraId="0ED4377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lokalnej, regionalnej, narodowej i globalnej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223BB37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9C54AE" w:rsidR="00471586" w:rsidTr="005E6E85" w14:paraId="2A2D9AF7" wp14:textId="77777777">
        <w:tc>
          <w:tcPr>
            <w:tcW w:w="1701" w:type="dxa"/>
          </w:tcPr>
          <w:p w:rsidRPr="009C54AE" w:rsidR="00471586" w:rsidP="00471586" w:rsidRDefault="0047158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4442" w:rsidR="00471586" w:rsidP="006D4442" w:rsidRDefault="00471586" w14:paraId="2CA49A9D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</w:rPr>
            </w:pPr>
            <w:r w:rsidRPr="006D4442">
              <w:rPr>
                <w:rFonts w:ascii="Corbel" w:hAnsi="Corbel"/>
                <w:sz w:val="24"/>
              </w:rPr>
              <w:t>Zna zasady udzielania pierwszej pomocy oraz pomocy przedlekarskiej</w:t>
            </w:r>
            <w:r w:rsidR="006D4442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471586" w:rsidTr="005E6E85" w14:paraId="6E56B883" wp14:textId="77777777">
        <w:tc>
          <w:tcPr>
            <w:tcW w:w="1701" w:type="dxa"/>
          </w:tcPr>
          <w:p w:rsidRPr="009C54AE" w:rsidR="00471586" w:rsidP="00471586" w:rsidRDefault="0047158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6D4442" w:rsidR="00471586" w:rsidP="006D4442" w:rsidRDefault="00471586" w14:paraId="21819339" wp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Zna podstawowe zasady organizowania i nadzorowania służb ochrony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0E101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xmlns:wp14="http://schemas.microsoft.com/office/word/2010/wordml" w:rsidRPr="009C54AE" w:rsidR="00471586" w:rsidTr="005E6E85" w14:paraId="2E1950D7" wp14:textId="77777777">
        <w:tc>
          <w:tcPr>
            <w:tcW w:w="1701" w:type="dxa"/>
          </w:tcPr>
          <w:p w:rsidRPr="009C54AE" w:rsidR="00471586" w:rsidP="00471586" w:rsidRDefault="0047158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4442" w:rsidR="00471586" w:rsidP="006D4442" w:rsidRDefault="00471586" w14:paraId="47DC743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Interpretuje i stosuje akty prawne, szczególnie w obszarze bezpieczeństwa wewnętrznego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3CFCD0C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471586" w:rsidTr="005E6E85" w14:paraId="1DA25973" wp14:textId="77777777">
        <w:tc>
          <w:tcPr>
            <w:tcW w:w="1701" w:type="dxa"/>
          </w:tcPr>
          <w:p w:rsidRPr="009C54AE" w:rsidR="00471586" w:rsidP="00471586" w:rsidRDefault="00471586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4442" w:rsidR="00471586" w:rsidP="006D4442" w:rsidRDefault="00471586" w14:paraId="129F428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Potrafi kierować procesami bezpieczeństwa w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D4442">
              <w:rPr>
                <w:rFonts w:ascii="Corbel" w:hAnsi="Corbel"/>
                <w:b w:val="0"/>
                <w:smallCaps w:val="0"/>
                <w:szCs w:val="24"/>
              </w:rPr>
              <w:t>administracji państwowej i samorządowej, szczególnie w zakresie zarządzania kryzysowego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48FFC2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xmlns:wp14="http://schemas.microsoft.com/office/word/2010/wordml" w:rsidRPr="009C54AE" w:rsidR="00471586" w:rsidTr="005E6E85" w14:paraId="7924DABE" wp14:textId="77777777">
        <w:tc>
          <w:tcPr>
            <w:tcW w:w="1701" w:type="dxa"/>
          </w:tcPr>
          <w:p w:rsidRPr="009C54AE" w:rsidR="00471586" w:rsidP="00471586" w:rsidRDefault="00471586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6D4442" w:rsidR="00471586" w:rsidP="006D4442" w:rsidRDefault="00471586" w14:paraId="4000849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strażach.</w:t>
            </w:r>
          </w:p>
        </w:tc>
        <w:tc>
          <w:tcPr>
            <w:tcW w:w="1873" w:type="dxa"/>
          </w:tcPr>
          <w:p w:rsidRPr="006D4442" w:rsidR="00471586" w:rsidP="006D4442" w:rsidRDefault="00471586" w14:paraId="54E3E2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471586" w:rsidR="0085747A" w:rsidP="00471586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4CE0A41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03"/>
      </w:tblGrid>
      <w:tr xmlns:wp14="http://schemas.microsoft.com/office/word/2010/wordml" w:rsidRPr="00783A48" w:rsidR="00471586" w:rsidTr="00F276A8" w14:paraId="587EA2A8" wp14:textId="77777777">
        <w:tc>
          <w:tcPr>
            <w:tcW w:w="7903" w:type="dxa"/>
          </w:tcPr>
          <w:p w:rsidRPr="00471586" w:rsidR="00471586" w:rsidP="00F276A8" w:rsidRDefault="00471586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71586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83A48" w:rsidR="00471586" w:rsidTr="00F276A8" w14:paraId="02AE376D" wp14:textId="77777777">
        <w:trPr>
          <w:trHeight w:val="679"/>
        </w:trPr>
        <w:tc>
          <w:tcPr>
            <w:tcW w:w="7903" w:type="dxa"/>
          </w:tcPr>
          <w:p w:rsidRPr="006D4442" w:rsidR="00471586" w:rsidP="006D4442" w:rsidRDefault="00471586" w14:paraId="7FA27F1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xmlns:wp14="http://schemas.microsoft.com/office/word/2010/wordml" w:rsidRPr="00783A48" w:rsidR="00471586" w:rsidTr="00F276A8" w14:paraId="0C671040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36739DBB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Organizacja i funkcjonowanie systemu Zintegrowanego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Polsce. Akty prawne regulujące funkcjonowanie systemu.</w:t>
            </w:r>
          </w:p>
        </w:tc>
      </w:tr>
      <w:tr xmlns:wp14="http://schemas.microsoft.com/office/word/2010/wordml" w:rsidRPr="00783A48" w:rsidR="00471586" w:rsidTr="00F276A8" w14:paraId="500EA937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25DCAD4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Krajowy System Ratowniczo-Gaśniczy; regulacje prawne, zasady funkcjonowania.</w:t>
            </w:r>
          </w:p>
        </w:tc>
      </w:tr>
      <w:tr xmlns:wp14="http://schemas.microsoft.com/office/word/2010/wordml" w:rsidRPr="00783A48" w:rsidR="00471586" w:rsidTr="00F276A8" w14:paraId="1079524A" wp14:textId="77777777">
        <w:trPr>
          <w:trHeight w:val="689"/>
        </w:trPr>
        <w:tc>
          <w:tcPr>
            <w:tcW w:w="7903" w:type="dxa"/>
          </w:tcPr>
          <w:p w:rsidRPr="006D4442" w:rsidR="00471586" w:rsidP="006D4442" w:rsidRDefault="00471586" w14:paraId="0256E49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wybranych państwach.</w:t>
            </w:r>
          </w:p>
        </w:tc>
      </w:tr>
      <w:tr xmlns:wp14="http://schemas.microsoft.com/office/word/2010/wordml" w:rsidRPr="00783A48" w:rsidR="00471586" w:rsidTr="00F276A8" w14:paraId="16987456" wp14:textId="77777777">
        <w:trPr>
          <w:trHeight w:val="701"/>
        </w:trPr>
        <w:tc>
          <w:tcPr>
            <w:tcW w:w="7903" w:type="dxa"/>
          </w:tcPr>
          <w:p w:rsidRPr="006D4442" w:rsidR="00471586" w:rsidP="006D4442" w:rsidRDefault="00471586" w14:paraId="15D2913D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xmlns:wp14="http://schemas.microsoft.com/office/word/2010/wordml" w:rsidRPr="00783A48" w:rsidR="00471586" w:rsidTr="00F276A8" w14:paraId="79E3B750" wp14:textId="77777777">
        <w:trPr>
          <w:trHeight w:val="333"/>
        </w:trPr>
        <w:tc>
          <w:tcPr>
            <w:tcW w:w="7903" w:type="dxa"/>
          </w:tcPr>
          <w:p w:rsidRPr="006D4442" w:rsidR="00471586" w:rsidP="006D4442" w:rsidRDefault="00471586" w14:paraId="5ED2A77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xmlns:wp14="http://schemas.microsoft.com/office/word/2010/wordml" w:rsidRPr="00783A48" w:rsidR="00471586" w:rsidTr="00F276A8" w14:paraId="79F65E5C" wp14:textId="77777777">
        <w:trPr>
          <w:trHeight w:val="463"/>
        </w:trPr>
        <w:tc>
          <w:tcPr>
            <w:tcW w:w="7903" w:type="dxa"/>
          </w:tcPr>
          <w:p w:rsidRPr="006D4442" w:rsidR="00471586" w:rsidP="006D4442" w:rsidRDefault="00471586" w14:paraId="426EBEB2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xmlns:wp14="http://schemas.microsoft.com/office/word/2010/wordml" w:rsidRPr="00783A48" w:rsidR="00471586" w:rsidTr="00F276A8" w14:paraId="06B5EAAC" wp14:textId="77777777">
        <w:trPr>
          <w:trHeight w:val="683"/>
        </w:trPr>
        <w:tc>
          <w:tcPr>
            <w:tcW w:w="7903" w:type="dxa"/>
          </w:tcPr>
          <w:p w:rsidRPr="006D4442" w:rsidR="00471586" w:rsidP="006D4442" w:rsidRDefault="00471586" w14:paraId="15315BF1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xmlns:wp14="http://schemas.microsoft.com/office/word/2010/wordml" w:rsidRPr="00783A48" w:rsidR="00471586" w:rsidTr="00F276A8" w14:paraId="17DAB4B3" wp14:textId="77777777">
        <w:trPr>
          <w:trHeight w:val="702"/>
        </w:trPr>
        <w:tc>
          <w:tcPr>
            <w:tcW w:w="7903" w:type="dxa"/>
          </w:tcPr>
          <w:p w:rsidRPr="006D4442" w:rsidR="00471586" w:rsidP="006D4442" w:rsidRDefault="00471586" w14:paraId="18968FE3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xmlns:wp14="http://schemas.microsoft.com/office/word/2010/wordml" w:rsidRPr="00783A48" w:rsidR="00471586" w:rsidTr="00F276A8" w14:paraId="1321715C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7BCD3228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xmlns:wp14="http://schemas.microsoft.com/office/word/2010/wordml" w:rsidRPr="00783A48" w:rsidR="00471586" w:rsidTr="00F276A8" w14:paraId="5714903C" wp14:textId="77777777">
        <w:trPr>
          <w:trHeight w:val="749"/>
        </w:trPr>
        <w:tc>
          <w:tcPr>
            <w:tcW w:w="7903" w:type="dxa"/>
          </w:tcPr>
          <w:p w:rsidRPr="006D4442" w:rsidR="00471586" w:rsidP="006D4442" w:rsidRDefault="00471586" w14:paraId="5855B065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koordynacji służb ratowniczych na miejscu zdarzenia.</w:t>
            </w:r>
          </w:p>
        </w:tc>
      </w:tr>
      <w:tr xmlns:wp14="http://schemas.microsoft.com/office/word/2010/wordml" w:rsidRPr="00783A48" w:rsidR="00471586" w:rsidTr="00F276A8" w14:paraId="2BAA1B2A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15A93C2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xmlns:wp14="http://schemas.microsoft.com/office/word/2010/wordml" w:rsidRPr="00783A48" w:rsidR="00471586" w:rsidTr="00F276A8" w14:paraId="325B4274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75C3D7A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xmlns:wp14="http://schemas.microsoft.com/office/word/2010/wordml" w:rsidRPr="00783A48" w:rsidR="00471586" w:rsidTr="00F276A8" w14:paraId="26444B35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2245728D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6D4442" w:rsidR="0085747A" w:rsidP="009C54AE" w:rsidRDefault="00471586" w14:paraId="74A9639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D4442">
        <w:rPr>
          <w:rFonts w:ascii="Corbel" w:hAnsi="Corbel"/>
          <w:b w:val="0"/>
          <w:smallCaps w:val="0"/>
          <w:szCs w:val="24"/>
        </w:rPr>
        <w:t>Dyskusja, analiza tekstów</w:t>
      </w:r>
      <w:r w:rsidR="006D4442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E960BB" w:rsidP="009C54AE" w:rsidRDefault="00E960BB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997CC1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71586" w:rsidTr="00C05F44" w14:paraId="7230DE91" wp14:textId="77777777">
        <w:tc>
          <w:tcPr>
            <w:tcW w:w="1985" w:type="dxa"/>
          </w:tcPr>
          <w:p w:rsidRPr="006D4442" w:rsidR="00471586" w:rsidP="00471586" w:rsidRDefault="00471586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6D4442" w:rsidR="00471586" w:rsidP="006D4442" w:rsidRDefault="00471586" w14:paraId="082865F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4848388B" wp14:textId="77777777">
        <w:tc>
          <w:tcPr>
            <w:tcW w:w="1985" w:type="dxa"/>
          </w:tcPr>
          <w:p w:rsidRPr="006D4442" w:rsidR="00471586" w:rsidP="00471586" w:rsidRDefault="00471586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6D4442" w:rsidR="00471586" w:rsidP="006D4442" w:rsidRDefault="00471586" w14:paraId="3868527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32AAA09" wp14:textId="77777777">
        <w:tc>
          <w:tcPr>
            <w:tcW w:w="1985" w:type="dxa"/>
          </w:tcPr>
          <w:p w:rsidRPr="006D4442" w:rsidR="00471586" w:rsidP="00471586" w:rsidRDefault="00471586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6D4442" w:rsidR="00471586" w:rsidP="006D4442" w:rsidRDefault="00471586" w14:paraId="455FB68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6867D833" wp14:textId="77777777">
        <w:tc>
          <w:tcPr>
            <w:tcW w:w="1985" w:type="dxa"/>
          </w:tcPr>
          <w:p w:rsidRPr="006D4442" w:rsidR="00471586" w:rsidP="00471586" w:rsidRDefault="00471586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6D4442" w:rsidR="00471586" w:rsidP="006D4442" w:rsidRDefault="00471586" w14:paraId="2B1E77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301B59DD" wp14:textId="77777777">
        <w:tc>
          <w:tcPr>
            <w:tcW w:w="1985" w:type="dxa"/>
          </w:tcPr>
          <w:p w:rsidRPr="006D4442" w:rsidR="00471586" w:rsidP="00471586" w:rsidRDefault="00471586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6D4442" w:rsidR="00471586" w:rsidP="006D4442" w:rsidRDefault="00471586" w14:paraId="007983D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B131A1D" wp14:textId="77777777">
        <w:tc>
          <w:tcPr>
            <w:tcW w:w="1985" w:type="dxa"/>
          </w:tcPr>
          <w:p w:rsidRPr="006D4442" w:rsidR="00471586" w:rsidP="00471586" w:rsidRDefault="00471586" w14:paraId="09A6D4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6D4442" w:rsidR="00471586" w:rsidP="006D4442" w:rsidRDefault="00471586" w14:paraId="7E1ACAA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6D4442" w:rsidR="00471586" w:rsidP="00471586" w:rsidRDefault="00471586" w14:paraId="2E5FC32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923D7D" w:rsidP="009C54AE" w:rsidRDefault="00923D7D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39129DAC" wp14:textId="77777777">
        <w:tc>
          <w:tcPr>
            <w:tcW w:w="9670" w:type="dxa"/>
          </w:tcPr>
          <w:p w:rsidRPr="00783A48" w:rsidR="00471586" w:rsidP="00471586" w:rsidRDefault="00471586" w14:paraId="5149A0BF" wp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 w:rsidRPr="00783A48">
              <w:rPr>
                <w:rFonts w:ascii="Times New Roman" w:hAnsi="Times New Roman" w:eastAsia="Times New Roman"/>
                <w:b/>
                <w:sz w:val="24"/>
                <w:szCs w:val="24"/>
              </w:rPr>
              <w:t>Formy zaliczenia:</w:t>
            </w:r>
          </w:p>
          <w:p w:rsidRPr="006D4442" w:rsidR="00471586" w:rsidP="006D4442" w:rsidRDefault="00471586" w14:paraId="0E6CCE11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:rsidRPr="006D4442" w:rsidR="00471586" w:rsidP="006D4442" w:rsidRDefault="00471586" w14:paraId="0C279D64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:rsidRPr="006D4442" w:rsidR="00471586" w:rsidP="006D4442" w:rsidRDefault="00471586" w14:paraId="6BB9E253" wp14:textId="77777777">
            <w:pPr>
              <w:pStyle w:val="Akapitzlist"/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</w:p>
          <w:p w:rsidRPr="006D4442" w:rsidR="00471586" w:rsidP="006D4442" w:rsidRDefault="00471586" w14:paraId="39ACDDC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:rsidRPr="006D4442" w:rsidR="00471586" w:rsidP="006D4442" w:rsidRDefault="00471586" w14:paraId="47AAA01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:rsidRPr="006D4442" w:rsidR="00471586" w:rsidP="006D4442" w:rsidRDefault="00471586" w14:paraId="07D4E2B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:rsidRPr="006D4442" w:rsidR="00471586" w:rsidP="006D4442" w:rsidRDefault="00471586" w14:paraId="116FCB5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:rsidRPr="006D4442" w:rsidR="00471586" w:rsidP="006D4442" w:rsidRDefault="00471586" w14:paraId="5707BFE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:rsidRPr="006D4442" w:rsidR="00471586" w:rsidP="006D4442" w:rsidRDefault="00471586" w14:paraId="6CD4CC8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testu, brak lub ocena niedostateczna z projektu</w:t>
            </w:r>
          </w:p>
          <w:p w:rsidRPr="006D4442" w:rsidR="00471586" w:rsidP="006D4442" w:rsidRDefault="00471586" w14:paraId="23DE523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6D4442" w:rsidR="00471586" w:rsidP="006D4442" w:rsidRDefault="00471586" w14:paraId="4B9505E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00471586" w:rsidRDefault="0085747A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10FDCF0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D4442" w:rsidRDefault="006D4442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079485E9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D4442" w:rsidRDefault="006D4442" w14:paraId="4C2A823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7B807A0B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6D4442" w:rsidRDefault="006D4442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D4442" w:rsidRDefault="00471586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D44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D4442" w:rsidRDefault="00471586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="003E1941" w:rsidP="009C54AE" w:rsidRDefault="003E1941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144A5D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37805D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63F29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="003E1941" w:rsidP="009C54AE" w:rsidRDefault="003E1941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630AD6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71620A" w14:paraId="09E00928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729C9695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6D4442" w:rsidR="00471586" w:rsidP="006D4442" w:rsidRDefault="00471586" w14:paraId="3C4E2C02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6D4442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6D4442">
              <w:rPr>
                <w:rFonts w:ascii="Corbel" w:hAnsi="Corbel"/>
                <w:bCs/>
                <w:sz w:val="24"/>
                <w:szCs w:val="24"/>
              </w:rPr>
              <w:t>, Wrocław 2013</w:t>
            </w:r>
            <w:r w:rsidR="006D444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6D4442" w:rsidR="00471586" w:rsidP="006D4442" w:rsidRDefault="00471586" w14:paraId="163AFBF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>, Kielce 2012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5408858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Tobolski M. Zintegrowany System Ratowniczy Rzeczpospolitej Polskiej, Wyd. Wyższej Szkoły Bezpieczeństwa, Poznań 2015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471586" w:rsidR="00471586" w:rsidP="006D4442" w:rsidRDefault="00471586" w14:paraId="7EF7AC85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Szarpak Ł. Organizacja ratownictwa medycznego w Polsce. Wyd. Promotor, Warszawa 2012.</w:t>
            </w:r>
          </w:p>
        </w:tc>
      </w:tr>
      <w:tr xmlns:wp14="http://schemas.microsoft.com/office/word/2010/wordml" w:rsidRPr="009C54AE" w:rsidR="0085747A" w:rsidTr="0071620A" w14:paraId="53448052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1616B1D9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6D4442" w:rsidR="006D4442" w:rsidP="006D4442" w:rsidRDefault="00471586" w14:paraId="6AB3657F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PZWL, Warszawa 2011</w:t>
            </w:r>
            <w:r w:rsidRPr="006D4442"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0A6844D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Zasady organizacji struktur medycyny ratunkowej i Pomoc medyczna w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zdarzeniach masowych i katastrofach str. 349-383.</w:t>
            </w:r>
          </w:p>
          <w:p w:rsidRPr="006D4442" w:rsidR="00471586" w:rsidP="006D4442" w:rsidRDefault="00471586" w14:paraId="6811172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:rsidRPr="006D4442" w:rsidR="00471586" w:rsidP="006D4442" w:rsidRDefault="00471586" w14:paraId="4E1B9E35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:rsidRPr="006D4442" w:rsidR="00471586" w:rsidP="006D4442" w:rsidRDefault="00471586" w14:paraId="40E7FC40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:rsidRPr="00471586" w:rsidR="00471586" w:rsidP="006D4442" w:rsidRDefault="00982537" w14:paraId="0E570184" wp14:textId="77777777">
            <w:pPr>
              <w:spacing w:after="0" w:line="360" w:lineRule="auto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U</w:t>
            </w:r>
            <w:r w:rsidRPr="006D4442" w:rsidR="00471586">
              <w:rPr>
                <w:rFonts w:ascii="Corbel" w:hAnsi="Corbel"/>
                <w:sz w:val="24"/>
                <w:szCs w:val="24"/>
              </w:rPr>
              <w:t>stawa z dnia 24 sierpnia 1991 roku o ochronie przeciwpożarowej.</w:t>
            </w:r>
          </w:p>
        </w:tc>
      </w:tr>
    </w:tbl>
    <w:p xmlns:wp14="http://schemas.microsoft.com/office/word/2010/wordml" w:rsidRPr="009C54AE" w:rsidR="0085747A" w:rsidP="009C54AE" w:rsidRDefault="0085747A" w14:paraId="6182907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DD4FE4" w:rsidP="00C16ABF" w:rsidRDefault="00DD4FE4" w14:paraId="17AD93B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4FE4" w:rsidP="00C16ABF" w:rsidRDefault="00DD4FE4" w14:paraId="0DE4B5B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DD4FE4" w:rsidP="00C16ABF" w:rsidRDefault="00DD4FE4" w14:paraId="66204FF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4FE4" w:rsidP="00C16ABF" w:rsidRDefault="00DD4FE4" w14:paraId="2DBF0D7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D63874"/>
    <w:multiLevelType w:val="hybridMultilevel"/>
    <w:tmpl w:val="DFDA6F18"/>
    <w:lvl w:ilvl="0" w:tplc="67221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DCD67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2EA49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1F161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EACAE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15B07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5936F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6868C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A96E7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2" w15:restartNumberingAfterBreak="0">
    <w:nsid w:val="46CC41FB"/>
    <w:multiLevelType w:val="hybridMultilevel"/>
    <w:tmpl w:val="1634086A"/>
    <w:lvl w:ilvl="0" w:tplc="479A6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133AE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EF7AB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0FB29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0394B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01DE2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F1088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26225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E3643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3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5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54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A7"/>
    <w:rsid w:val="003A0A5B"/>
    <w:rsid w:val="003A1176"/>
    <w:rsid w:val="003B5EA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586"/>
    <w:rsid w:val="0047598D"/>
    <w:rsid w:val="004840FD"/>
    <w:rsid w:val="004872E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92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44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53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74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BBE"/>
    <w:rsid w:val="00D8678B"/>
    <w:rsid w:val="00DA2114"/>
    <w:rsid w:val="00DD4F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FD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51A803A8"/>
    <w:rsid w:val="54FBBA4D"/>
    <w:rsid w:val="660E367C"/>
    <w:rsid w:val="765878A7"/>
    <w:rsid w:val="7713F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7867"/>
  <w15:docId w15:val="{299D504A-8D01-4BFD-9C6C-4650CE7681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48FB-6EA2-43BB-B70D-9D876CA56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47806-A9F6-41BB-B0E8-05FE62A37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9D71F-70B0-494E-B57C-2C018FCF4BC8}"/>
</file>

<file path=customXml/itemProps4.xml><?xml version="1.0" encoding="utf-8"?>
<ds:datastoreItem xmlns:ds="http://schemas.openxmlformats.org/officeDocument/2006/customXml" ds:itemID="{2482B85B-FA64-4451-B8D5-729DCF7A67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Wicherek Damian</lastModifiedBy>
  <revision>6</revision>
  <lastPrinted>2019-02-06T12:12:00.0000000Z</lastPrinted>
  <dcterms:created xsi:type="dcterms:W3CDTF">2022-03-02T09:58:00.0000000Z</dcterms:created>
  <dcterms:modified xsi:type="dcterms:W3CDTF">2022-03-02T10:52:49.6402206Z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